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22" w:rsidRPr="00430EFB" w:rsidRDefault="00432922" w:rsidP="00FE3B6A">
      <w:pPr>
        <w:spacing w:after="0"/>
        <w:jc w:val="center"/>
        <w:rPr>
          <w:rFonts w:ascii="Jokerman" w:hAnsi="Jokerman"/>
          <w:b/>
          <w:sz w:val="48"/>
          <w:szCs w:val="48"/>
        </w:rPr>
      </w:pPr>
      <w:r w:rsidRPr="00430EFB">
        <w:rPr>
          <w:rFonts w:ascii="Jokerman" w:hAnsi="Jokerman"/>
          <w:b/>
          <w:sz w:val="48"/>
          <w:szCs w:val="48"/>
        </w:rPr>
        <w:t xml:space="preserve">PERFORMING ARTS </w:t>
      </w:r>
    </w:p>
    <w:p w:rsidR="00432922" w:rsidRPr="00FE3B6A" w:rsidRDefault="00432922" w:rsidP="00FE3B6A">
      <w:pPr>
        <w:spacing w:after="0"/>
        <w:jc w:val="center"/>
        <w:rPr>
          <w:b/>
          <w:sz w:val="40"/>
          <w:szCs w:val="40"/>
        </w:rPr>
      </w:pPr>
      <w:r w:rsidRPr="00FE3B6A">
        <w:rPr>
          <w:b/>
          <w:sz w:val="40"/>
          <w:szCs w:val="40"/>
        </w:rPr>
        <w:t xml:space="preserve">PLC MIDDLE SCHOOL </w:t>
      </w:r>
    </w:p>
    <w:p w:rsidR="00432922" w:rsidRPr="00FE3B6A" w:rsidRDefault="00432922" w:rsidP="00FE3B6A">
      <w:pPr>
        <w:spacing w:after="0"/>
        <w:jc w:val="center"/>
        <w:rPr>
          <w:b/>
          <w:sz w:val="28"/>
          <w:szCs w:val="28"/>
        </w:rPr>
      </w:pPr>
      <w:r w:rsidRPr="00FE3B6A">
        <w:rPr>
          <w:b/>
          <w:sz w:val="28"/>
          <w:szCs w:val="28"/>
        </w:rPr>
        <w:t>3:00 PM-4:00 PM at ALIEF MIDDLE SCHOOL</w:t>
      </w:r>
    </w:p>
    <w:p w:rsidR="00432922" w:rsidRPr="00FE3B6A" w:rsidRDefault="00432922" w:rsidP="00FE3B6A">
      <w:pPr>
        <w:spacing w:after="0"/>
        <w:jc w:val="center"/>
        <w:rPr>
          <w:b/>
          <w:sz w:val="28"/>
          <w:szCs w:val="28"/>
        </w:rPr>
      </w:pPr>
      <w:r w:rsidRPr="00FE3B6A">
        <w:rPr>
          <w:b/>
          <w:sz w:val="28"/>
          <w:szCs w:val="28"/>
        </w:rPr>
        <w:t>2009-2010</w:t>
      </w: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Pr="00FE3B6A" w:rsidRDefault="00432922" w:rsidP="00FE3B6A">
      <w:pPr>
        <w:spacing w:after="0"/>
        <w:rPr>
          <w:b/>
          <w:sz w:val="24"/>
          <w:szCs w:val="24"/>
          <w:u w:val="single"/>
        </w:rPr>
      </w:pPr>
      <w:r w:rsidRPr="00FE3B6A">
        <w:rPr>
          <w:b/>
          <w:sz w:val="24"/>
          <w:szCs w:val="24"/>
        </w:rPr>
        <w:t>September</w:t>
      </w:r>
      <w:r>
        <w:rPr>
          <w:b/>
          <w:sz w:val="24"/>
          <w:szCs w:val="24"/>
        </w:rPr>
        <w:t xml:space="preserve"> 23, </w:t>
      </w:r>
      <w:r w:rsidRPr="00FE3B6A">
        <w:rPr>
          <w:b/>
          <w:sz w:val="24"/>
          <w:szCs w:val="24"/>
          <w:u w:val="single"/>
        </w:rPr>
        <w:t>2009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January 6, </w:t>
      </w:r>
      <w:r w:rsidRPr="00FE3B6A">
        <w:rPr>
          <w:b/>
          <w:sz w:val="24"/>
          <w:szCs w:val="24"/>
          <w:u w:val="single"/>
        </w:rPr>
        <w:t>2010</w:t>
      </w: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October 21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February 3</w:t>
      </w: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November 4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March (No Meeting)</w:t>
      </w: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December (No Meeting)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April  7</w:t>
      </w:r>
    </w:p>
    <w:p w:rsidR="00432922" w:rsidRPr="00FE3B6A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May 5</w:t>
      </w:r>
    </w:p>
    <w:p w:rsidR="00432922" w:rsidRDefault="00432922" w:rsidP="00FE3B6A">
      <w:pPr>
        <w:spacing w:after="0"/>
        <w:jc w:val="center"/>
        <w:rPr>
          <w:b/>
          <w:sz w:val="48"/>
          <w:szCs w:val="48"/>
        </w:rPr>
      </w:pPr>
    </w:p>
    <w:p w:rsidR="00432922" w:rsidRPr="00430EFB" w:rsidRDefault="00432922" w:rsidP="00FE3B6A">
      <w:pPr>
        <w:spacing w:after="0"/>
        <w:jc w:val="center"/>
        <w:rPr>
          <w:rFonts w:ascii="Jokerman" w:hAnsi="Jokerman"/>
          <w:b/>
          <w:sz w:val="48"/>
          <w:szCs w:val="48"/>
        </w:rPr>
      </w:pPr>
      <w:r w:rsidRPr="00430EFB">
        <w:rPr>
          <w:rFonts w:ascii="Jokerman" w:hAnsi="Jokerman"/>
          <w:b/>
          <w:sz w:val="48"/>
          <w:szCs w:val="48"/>
        </w:rPr>
        <w:t xml:space="preserve">PERFORMING ARTS </w:t>
      </w:r>
    </w:p>
    <w:p w:rsidR="00432922" w:rsidRPr="00FE3B6A" w:rsidRDefault="00432922" w:rsidP="00FE3B6A">
      <w:pPr>
        <w:spacing w:after="0"/>
        <w:jc w:val="center"/>
        <w:rPr>
          <w:b/>
          <w:sz w:val="40"/>
          <w:szCs w:val="40"/>
        </w:rPr>
      </w:pPr>
      <w:r w:rsidRPr="00FE3B6A">
        <w:rPr>
          <w:b/>
          <w:sz w:val="40"/>
          <w:szCs w:val="40"/>
        </w:rPr>
        <w:t xml:space="preserve">PLC </w:t>
      </w:r>
      <w:r>
        <w:rPr>
          <w:b/>
          <w:sz w:val="40"/>
          <w:szCs w:val="40"/>
        </w:rPr>
        <w:t>HIGH</w:t>
      </w:r>
      <w:r w:rsidRPr="00FE3B6A">
        <w:rPr>
          <w:b/>
          <w:sz w:val="40"/>
          <w:szCs w:val="40"/>
        </w:rPr>
        <w:t xml:space="preserve"> SCHOOL </w:t>
      </w:r>
    </w:p>
    <w:p w:rsidR="00432922" w:rsidRPr="00FE3B6A" w:rsidRDefault="00432922" w:rsidP="00FE3B6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2:00 PM-3</w:t>
      </w:r>
      <w:r w:rsidRPr="00FE3B6A">
        <w:rPr>
          <w:b/>
          <w:sz w:val="28"/>
          <w:szCs w:val="28"/>
        </w:rPr>
        <w:t xml:space="preserve">:00 PM at </w:t>
      </w:r>
      <w:r>
        <w:rPr>
          <w:b/>
          <w:sz w:val="28"/>
          <w:szCs w:val="28"/>
        </w:rPr>
        <w:t>TAYLOR HIGH</w:t>
      </w:r>
      <w:r w:rsidRPr="00FE3B6A">
        <w:rPr>
          <w:b/>
          <w:sz w:val="28"/>
          <w:szCs w:val="28"/>
        </w:rPr>
        <w:t xml:space="preserve"> SCHOOL</w:t>
      </w:r>
    </w:p>
    <w:p w:rsidR="00432922" w:rsidRDefault="00432922" w:rsidP="00FE3B6A">
      <w:pPr>
        <w:spacing w:after="0"/>
        <w:jc w:val="center"/>
        <w:rPr>
          <w:b/>
          <w:sz w:val="28"/>
          <w:szCs w:val="28"/>
        </w:rPr>
      </w:pPr>
      <w:r w:rsidRPr="00FE3B6A">
        <w:rPr>
          <w:b/>
          <w:sz w:val="28"/>
          <w:szCs w:val="28"/>
        </w:rPr>
        <w:t>2009-2010</w:t>
      </w:r>
    </w:p>
    <w:p w:rsidR="00432922" w:rsidRDefault="00432922" w:rsidP="00FE3B6A">
      <w:pPr>
        <w:spacing w:after="0"/>
        <w:jc w:val="center"/>
        <w:rPr>
          <w:b/>
          <w:sz w:val="28"/>
          <w:szCs w:val="28"/>
        </w:rPr>
      </w:pP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September 23, 2009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January 13, 2010</w:t>
      </w: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October 14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February 10</w:t>
      </w: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November 11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March (No Meeting)</w:t>
      </w: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December (No Meeting)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April 28</w:t>
      </w: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May 26</w:t>
      </w:r>
    </w:p>
    <w:p w:rsidR="00432922" w:rsidRDefault="00432922" w:rsidP="00FE3B6A">
      <w:pPr>
        <w:spacing w:after="0"/>
        <w:rPr>
          <w:b/>
          <w:sz w:val="24"/>
          <w:szCs w:val="24"/>
        </w:rPr>
      </w:pPr>
    </w:p>
    <w:p w:rsidR="00432922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** Attendance will be taken and sent to campus administrators for each meeting.</w:t>
      </w:r>
    </w:p>
    <w:p w:rsidR="00432922" w:rsidRPr="00FE3B6A" w:rsidRDefault="00432922" w:rsidP="00FE3B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If you are ill and unable to attend, a call or email to Gilda Klonek X3070 is appropriate.</w:t>
      </w: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Default="00432922" w:rsidP="00FE3B6A">
      <w:pPr>
        <w:spacing w:after="0"/>
        <w:rPr>
          <w:sz w:val="24"/>
          <w:szCs w:val="24"/>
        </w:rPr>
      </w:pPr>
    </w:p>
    <w:p w:rsidR="00432922" w:rsidRPr="00FE3B6A" w:rsidRDefault="00432922" w:rsidP="00FE3B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432922" w:rsidRPr="00FE3B6A" w:rsidSect="00E96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altName w:val="Blackadder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B6A"/>
    <w:rsid w:val="00430EFB"/>
    <w:rsid w:val="00432922"/>
    <w:rsid w:val="004A1772"/>
    <w:rsid w:val="005E5B79"/>
    <w:rsid w:val="00803AE5"/>
    <w:rsid w:val="009348CE"/>
    <w:rsid w:val="009C113C"/>
    <w:rsid w:val="00E96DE2"/>
    <w:rsid w:val="00FE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D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A17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8E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95</Words>
  <Characters>547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PERFORMING ARTS </dc:title>
  <dc:subject/>
  <dc:creator> </dc:creator>
  <cp:keywords/>
  <dc:description/>
  <cp:lastModifiedBy>alief user</cp:lastModifiedBy>
  <cp:revision>2</cp:revision>
  <cp:lastPrinted>2009-10-05T14:17:00Z</cp:lastPrinted>
  <dcterms:created xsi:type="dcterms:W3CDTF">2009-10-05T21:03:00Z</dcterms:created>
  <dcterms:modified xsi:type="dcterms:W3CDTF">2009-10-05T21:03:00Z</dcterms:modified>
</cp:coreProperties>
</file>